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B2AF73-2A02-41EB-9EFF-76F8C57FA259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